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4914">
        <w:rPr>
          <w:rFonts w:ascii="Corbel" w:hAnsi="Corbel"/>
          <w:i/>
          <w:smallCaps/>
          <w:sz w:val="24"/>
          <w:szCs w:val="24"/>
        </w:rPr>
        <w:t>2020 - 2022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4914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932" w:rsidRDefault="002A25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6932">
              <w:rPr>
                <w:rFonts w:ascii="Corbel" w:hAnsi="Corbel"/>
                <w:sz w:val="24"/>
                <w:szCs w:val="24"/>
              </w:rPr>
              <w:t>Rozwój zawodowy pedagoga</w:t>
            </w: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75A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75A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36932" w:rsidRPr="009C54AE" w:rsidRDefault="00682DB9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36932">
              <w:rPr>
                <w:rFonts w:ascii="Corbel" w:hAnsi="Corbel"/>
                <w:b w:val="0"/>
                <w:sz w:val="24"/>
                <w:szCs w:val="24"/>
              </w:rPr>
              <w:t>tudia drugiego stopnia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36932" w:rsidRPr="009C54AE" w:rsidRDefault="00132567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3693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. prof. UR Jolanta Lenart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325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E559E" w:rsidRDefault="007369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682DB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73693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FE559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E0754" w:rsidRPr="009C54AE" w:rsidRDefault="00AE075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Pr="007379BA" w:rsidRDefault="001B6E60" w:rsidP="001B6E60">
      <w:pPr>
        <w:ind w:left="851"/>
        <w:rPr>
          <w:rFonts w:ascii="Corbel" w:hAnsi="Corbel"/>
          <w:sz w:val="24"/>
          <w:szCs w:val="24"/>
        </w:rPr>
      </w:pPr>
      <w:r w:rsidRPr="007379BA">
        <w:rPr>
          <w:rFonts w:ascii="Corbel" w:hAnsi="Corbel"/>
          <w:sz w:val="24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1C2546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Wiedza z zakresu:</w:t>
            </w:r>
          </w:p>
          <w:p w:rsidR="001C2546" w:rsidRPr="001B6E60" w:rsidRDefault="00736932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lastRenderedPageBreak/>
              <w:t xml:space="preserve">- </w:t>
            </w:r>
            <w:r w:rsidR="001C2546" w:rsidRPr="001B6E60">
              <w:rPr>
                <w:rFonts w:ascii="Corbel" w:hAnsi="Corbel" w:cs="Tahoma"/>
                <w:color w:val="000000"/>
              </w:rPr>
              <w:t>pedagogiki ogólnej,</w:t>
            </w:r>
          </w:p>
          <w:p w:rsidR="001C2546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- pedagogiki szkolnej,</w:t>
            </w:r>
          </w:p>
          <w:p w:rsidR="0085747A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- psychologii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rozwoju zawodowego i jego uwarunkowań</w:t>
            </w:r>
            <w:r w:rsidR="004B10A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1C25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umiejętności plano</w:t>
            </w:r>
            <w:r w:rsidR="004B10A0">
              <w:rPr>
                <w:rFonts w:ascii="Corbel" w:hAnsi="Corbel"/>
                <w:b w:val="0"/>
                <w:sz w:val="24"/>
                <w:szCs w:val="24"/>
              </w:rPr>
              <w:t>wania i wdrażania planu rozwoju.</w:t>
            </w:r>
          </w:p>
        </w:tc>
      </w:tr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C25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pozytywnej postawy studentów wobec potrzeby ustawicznego rozwoju </w:t>
            </w:r>
            <w:r w:rsidR="00850A8B">
              <w:rPr>
                <w:rFonts w:ascii="Corbel" w:hAnsi="Corbel"/>
                <w:b w:val="0"/>
                <w:sz w:val="24"/>
                <w:szCs w:val="24"/>
              </w:rPr>
              <w:t>na wszystkich etapach życia</w:t>
            </w:r>
            <w:r w:rsidR="00F122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4B10A0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13256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32567" w:rsidP="00132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B10A0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C54AE" w:rsidRDefault="004B10A0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rozwój zawodowy człowieka w kontekście innych sfer jego funkcjonowania i rozwoju.</w:t>
            </w:r>
          </w:p>
        </w:tc>
        <w:tc>
          <w:tcPr>
            <w:tcW w:w="1865" w:type="dxa"/>
          </w:tcPr>
          <w:p w:rsidR="0085747A" w:rsidRPr="009C54AE" w:rsidRDefault="004E3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:rsidTr="004B10A0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9C54AE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Wykorzystując posiadane kompetencje pedagogiczne, przedstawi plan własnego rozwoju zawodowego, z uwzględnieniem indywidualnych form przedsiębiorczości.</w:t>
            </w:r>
          </w:p>
        </w:tc>
        <w:tc>
          <w:tcPr>
            <w:tcW w:w="1865" w:type="dxa"/>
          </w:tcPr>
          <w:p w:rsidR="0085747A" w:rsidRPr="009C54AE" w:rsidRDefault="004E35D3" w:rsidP="004B10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4B10A0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9217C2" w:rsidRPr="009C54AE" w:rsidTr="004B10A0">
        <w:tc>
          <w:tcPr>
            <w:tcW w:w="1679" w:type="dxa"/>
          </w:tcPr>
          <w:p w:rsidR="009217C2" w:rsidRPr="009C54AE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9217C2" w:rsidRPr="007E5523" w:rsidRDefault="009217C2" w:rsidP="00A11B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Pr="007E5523">
              <w:rPr>
                <w:rFonts w:ascii="Corbel" w:hAnsi="Corbel"/>
                <w:sz w:val="24"/>
              </w:rPr>
              <w:t>astosuje zaawans</w:t>
            </w:r>
            <w:r>
              <w:rPr>
                <w:rFonts w:ascii="Corbel" w:hAnsi="Corbel"/>
                <w:sz w:val="24"/>
              </w:rPr>
              <w:t>owane technologie informacyjne i informatyczne</w:t>
            </w:r>
            <w:r w:rsidRPr="007E5523">
              <w:rPr>
                <w:rFonts w:ascii="Corbel" w:hAnsi="Corbel"/>
                <w:sz w:val="24"/>
              </w:rPr>
              <w:t xml:space="preserve"> w </w:t>
            </w:r>
            <w:r>
              <w:rPr>
                <w:rFonts w:ascii="Corbel" w:hAnsi="Corbel"/>
                <w:sz w:val="24"/>
              </w:rPr>
              <w:t xml:space="preserve">planowaniu własnego </w:t>
            </w:r>
            <w:r w:rsidRPr="007E5523">
              <w:rPr>
                <w:rFonts w:ascii="Corbel" w:hAnsi="Corbel"/>
                <w:sz w:val="24"/>
              </w:rPr>
              <w:t>rozwoju</w:t>
            </w:r>
            <w:r>
              <w:rPr>
                <w:rFonts w:ascii="Corbel" w:hAnsi="Corbel"/>
                <w:sz w:val="24"/>
              </w:rPr>
              <w:t xml:space="preserve"> zawodowego. </w:t>
            </w:r>
          </w:p>
        </w:tc>
        <w:tc>
          <w:tcPr>
            <w:tcW w:w="1865" w:type="dxa"/>
          </w:tcPr>
          <w:p w:rsidR="009217C2" w:rsidRPr="009C54AE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9217C2" w:rsidRPr="009C54AE" w:rsidTr="004B10A0">
        <w:tc>
          <w:tcPr>
            <w:tcW w:w="1679" w:type="dxa"/>
          </w:tcPr>
          <w:p w:rsidR="009217C2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9217C2" w:rsidRPr="009C54AE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ocenia poziom swojej wiedzy oraz umiejętności w 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kontekście własnego rozwoju zawodowego.</w:t>
            </w:r>
          </w:p>
        </w:tc>
        <w:tc>
          <w:tcPr>
            <w:tcW w:w="1865" w:type="dxa"/>
          </w:tcPr>
          <w:p w:rsidR="009217C2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A0917" w:rsidRPr="009C54AE" w:rsidRDefault="007A091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85747A" w:rsidP="00CD08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0917">
        <w:rPr>
          <w:rFonts w:ascii="Corbel" w:hAnsi="Corbel"/>
          <w:sz w:val="24"/>
          <w:szCs w:val="24"/>
        </w:rPr>
        <w:t>Problematyka ćwiczeń audytoryjnych</w:t>
      </w:r>
    </w:p>
    <w:p w:rsidR="007A0917" w:rsidRPr="007A0917" w:rsidRDefault="007A0917" w:rsidP="007A091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A091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osobisty i zawodowy, ramy  pojęciowe, wybrane koncepcje. 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zawodowe pedagoga (od teorii do praktyki).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w zawodzie pedagoga, etapy, uwarunkowania.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Powinności pedagoga i rozwój profesjonalny.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wdrażanie planu własnego rozwoju zawodowego.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tabs>
                <w:tab w:val="left" w:pos="10473"/>
              </w:tabs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zawodowe i uczenie się przez całe życie jako warunek </w:t>
            </w:r>
            <w:r w:rsidRPr="00846185">
              <w:rPr>
                <w:rFonts w:ascii="Corbel" w:hAnsi="Corbel"/>
                <w:sz w:val="24"/>
                <w:szCs w:val="24"/>
              </w:rPr>
              <w:t xml:space="preserve">własnego rozwoju i awansu </w:t>
            </w:r>
            <w:r>
              <w:rPr>
                <w:rFonts w:ascii="Corbel" w:hAnsi="Corbel"/>
                <w:sz w:val="24"/>
                <w:szCs w:val="24"/>
              </w:rPr>
              <w:t>zawodowego.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846185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– przyczyny, symptomy, strategie zaradcze.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C5E43" w:rsidRPr="008C5E43" w:rsidRDefault="007A0917" w:rsidP="007A0917">
      <w:pPr>
        <w:pStyle w:val="Punktygwne"/>
        <w:spacing w:before="0" w:after="0"/>
        <w:ind w:left="851"/>
        <w:jc w:val="both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hAnsiTheme="minorHAnsi" w:cstheme="minorHAnsi"/>
          <w:b w:val="0"/>
          <w:smallCaps w:val="0"/>
          <w:szCs w:val="24"/>
        </w:rPr>
        <w:t>Dyskusja, praca w grupach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11B8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 xml:space="preserve">Aktywność studenta na zajęciach i obserwacja w trakcie zajęć, </w:t>
            </w:r>
            <w:r w:rsidR="00C4076E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4076E" w:rsidP="000419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0C6E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pozytywne oceniona praca projektowa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 xml:space="preserve">plan własnego rozwoju zawodowego.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5272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527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527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65272D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419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46185" w:rsidRPr="0065272D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65272D" w:rsidRPr="0065272D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65272D" w:rsidRDefault="00B038C6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D. Becker – Pestka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,  Kołodziej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J.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 </w:t>
            </w:r>
            <w:proofErr w:type="spellStart"/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Pujer</w:t>
            </w:r>
            <w:proofErr w:type="spellEnd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65272D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osobisty i zawodowy.  Wybrane problemy teorii i praktyki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Exante</w:t>
            </w:r>
            <w:proofErr w:type="spellEnd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Wrocław 2017. </w:t>
            </w:r>
          </w:p>
          <w:p w:rsidR="00846185" w:rsidRPr="0065272D" w:rsidRDefault="00846185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Moroz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H.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65272D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zawodowy nauczyciela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Impuls, Kraków 2005. 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Day Ch.,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Rozwój zawodowy nauczyciela</w:t>
            </w:r>
            <w:r w:rsidRPr="0065272D">
              <w:rPr>
                <w:rFonts w:ascii="Corbel" w:hAnsi="Corbel" w:cstheme="minorHAnsi"/>
                <w:color w:val="000000"/>
              </w:rPr>
              <w:t>, Gdańsk 2004.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Dybek 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Doradztwo metodyczne i doskonalenie zawodowe nauczycieli</w:t>
            </w:r>
            <w:r w:rsidRPr="0065272D">
              <w:rPr>
                <w:rFonts w:ascii="Corbel" w:hAnsi="Corbel" w:cstheme="minorHAnsi"/>
                <w:color w:val="000000"/>
              </w:rPr>
              <w:t>, Kraków 2000.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Golonka B. (red.),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Planowanie rozwoju zawodowego nauczyciela</w:t>
            </w:r>
            <w:r w:rsidRPr="0065272D">
              <w:rPr>
                <w:rFonts w:ascii="Corbel" w:hAnsi="Corbel" w:cstheme="minorHAnsi"/>
                <w:color w:val="000000"/>
              </w:rPr>
              <w:t>, Opole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65272D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65272D" w:rsidRPr="0065272D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>Ekiert-</w:t>
            </w:r>
            <w:proofErr w:type="spellStart"/>
            <w:r w:rsidRPr="0065272D">
              <w:rPr>
                <w:rFonts w:ascii="Corbel" w:hAnsi="Corbel" w:cstheme="minorHAnsi"/>
                <w:color w:val="000000"/>
              </w:rPr>
              <w:t>Oldroyd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D. (red.),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Problemy współczesnej pedeutologii</w:t>
            </w:r>
            <w:r w:rsidR="0065272D" w:rsidRPr="0065272D">
              <w:rPr>
                <w:rFonts w:ascii="Corbel" w:hAnsi="Corbel" w:cstheme="minorHAnsi"/>
                <w:i/>
                <w:color w:val="000000"/>
              </w:rPr>
              <w:t>: teoria, praktyka, perspektywy</w:t>
            </w:r>
            <w:r w:rsidRPr="0065272D">
              <w:rPr>
                <w:rFonts w:ascii="Corbel" w:hAnsi="Corbel" w:cstheme="minorHAnsi"/>
                <w:color w:val="000000"/>
              </w:rPr>
              <w:t>, Kraków 2003.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Gaś Z.,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Doskonalący się nauczyciel</w:t>
            </w:r>
            <w:r w:rsidRPr="0065272D">
              <w:rPr>
                <w:rFonts w:ascii="Corbel" w:hAnsi="Corbel" w:cstheme="minorHAnsi"/>
                <w:color w:val="000000"/>
              </w:rPr>
              <w:t>, Lublin 2001.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65272D">
              <w:rPr>
                <w:rFonts w:ascii="Corbel" w:hAnsi="Corbel" w:cstheme="minorHAnsi"/>
                <w:color w:val="000000"/>
              </w:rPr>
              <w:t>Knafel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K.,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Wewnątrzszkolne doskonalenie nauczycieli</w:t>
            </w:r>
            <w:r w:rsidRPr="0065272D">
              <w:rPr>
                <w:rFonts w:ascii="Corbel" w:hAnsi="Corbel" w:cstheme="minorHAnsi"/>
                <w:color w:val="000000"/>
              </w:rPr>
              <w:t>, Warszawa 1998.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65272D">
              <w:rPr>
                <w:rFonts w:ascii="Corbel" w:hAnsi="Corbel" w:cstheme="minorHAnsi"/>
                <w:color w:val="000000"/>
              </w:rPr>
              <w:t>Koletyńska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K., Sitko 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ABC młodego nauczyciela</w:t>
            </w:r>
            <w:r w:rsidRPr="0065272D">
              <w:rPr>
                <w:rFonts w:ascii="Corbel" w:hAnsi="Corbel" w:cstheme="minorHAnsi"/>
                <w:color w:val="000000"/>
              </w:rPr>
              <w:t>, Warszawa 2008, s. 28-43.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887" w:rsidRDefault="00E05887" w:rsidP="00C16ABF">
      <w:pPr>
        <w:spacing w:after="0" w:line="240" w:lineRule="auto"/>
      </w:pPr>
      <w:r>
        <w:separator/>
      </w:r>
    </w:p>
  </w:endnote>
  <w:endnote w:type="continuationSeparator" w:id="0">
    <w:p w:rsidR="00E05887" w:rsidRDefault="00E058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887" w:rsidRDefault="00E05887" w:rsidP="00C16ABF">
      <w:pPr>
        <w:spacing w:after="0" w:line="240" w:lineRule="auto"/>
      </w:pPr>
      <w:r>
        <w:separator/>
      </w:r>
    </w:p>
  </w:footnote>
  <w:footnote w:type="continuationSeparator" w:id="0">
    <w:p w:rsidR="00E05887" w:rsidRDefault="00E058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4F7369"/>
    <w:multiLevelType w:val="hybridMultilevel"/>
    <w:tmpl w:val="36387B48"/>
    <w:lvl w:ilvl="0" w:tplc="EAFECCE0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716"/>
    <w:rsid w:val="00015B8F"/>
    <w:rsid w:val="00022ECE"/>
    <w:rsid w:val="000419A4"/>
    <w:rsid w:val="00042A51"/>
    <w:rsid w:val="00042D2E"/>
    <w:rsid w:val="00044C82"/>
    <w:rsid w:val="00066B3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EA3"/>
    <w:rsid w:val="000D04B0"/>
    <w:rsid w:val="000F1C57"/>
    <w:rsid w:val="000F5615"/>
    <w:rsid w:val="00124BFF"/>
    <w:rsid w:val="0012560E"/>
    <w:rsid w:val="00127108"/>
    <w:rsid w:val="00130D93"/>
    <w:rsid w:val="0013256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5FA"/>
    <w:rsid w:val="001B6E60"/>
    <w:rsid w:val="001C2546"/>
    <w:rsid w:val="001D5E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E62"/>
    <w:rsid w:val="002A22BF"/>
    <w:rsid w:val="002A2389"/>
    <w:rsid w:val="002A2552"/>
    <w:rsid w:val="002A671D"/>
    <w:rsid w:val="002B4D55"/>
    <w:rsid w:val="002B5EA0"/>
    <w:rsid w:val="002B6119"/>
    <w:rsid w:val="002C1F06"/>
    <w:rsid w:val="002D0DAE"/>
    <w:rsid w:val="002D3375"/>
    <w:rsid w:val="002D73D4"/>
    <w:rsid w:val="002E49B5"/>
    <w:rsid w:val="002E7139"/>
    <w:rsid w:val="002F02A3"/>
    <w:rsid w:val="002F4ABE"/>
    <w:rsid w:val="003018BA"/>
    <w:rsid w:val="0030395F"/>
    <w:rsid w:val="00304914"/>
    <w:rsid w:val="00305C92"/>
    <w:rsid w:val="003151C5"/>
    <w:rsid w:val="003343CF"/>
    <w:rsid w:val="00346FE9"/>
    <w:rsid w:val="0034759A"/>
    <w:rsid w:val="003503F6"/>
    <w:rsid w:val="003530DD"/>
    <w:rsid w:val="00363F78"/>
    <w:rsid w:val="003743F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5E1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0A0"/>
    <w:rsid w:val="004D5282"/>
    <w:rsid w:val="004D6E01"/>
    <w:rsid w:val="004E35D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41E"/>
    <w:rsid w:val="0061029B"/>
    <w:rsid w:val="00617230"/>
    <w:rsid w:val="00621CE1"/>
    <w:rsid w:val="00627FC9"/>
    <w:rsid w:val="00647FA8"/>
    <w:rsid w:val="00650C5F"/>
    <w:rsid w:val="0065272D"/>
    <w:rsid w:val="00654934"/>
    <w:rsid w:val="006620D9"/>
    <w:rsid w:val="00671958"/>
    <w:rsid w:val="00675843"/>
    <w:rsid w:val="0067797B"/>
    <w:rsid w:val="00682DB9"/>
    <w:rsid w:val="00696477"/>
    <w:rsid w:val="006A060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932"/>
    <w:rsid w:val="007379BA"/>
    <w:rsid w:val="00745302"/>
    <w:rsid w:val="007461D6"/>
    <w:rsid w:val="00746EC8"/>
    <w:rsid w:val="00763BF1"/>
    <w:rsid w:val="00766FD4"/>
    <w:rsid w:val="007724E7"/>
    <w:rsid w:val="0078168C"/>
    <w:rsid w:val="00787C2A"/>
    <w:rsid w:val="00790E27"/>
    <w:rsid w:val="007A0917"/>
    <w:rsid w:val="007A4022"/>
    <w:rsid w:val="007A6E6E"/>
    <w:rsid w:val="007A7956"/>
    <w:rsid w:val="007C3299"/>
    <w:rsid w:val="007C3BCC"/>
    <w:rsid w:val="007C4546"/>
    <w:rsid w:val="007D6E56"/>
    <w:rsid w:val="007F1652"/>
    <w:rsid w:val="007F4155"/>
    <w:rsid w:val="00801643"/>
    <w:rsid w:val="0081554D"/>
    <w:rsid w:val="0081707E"/>
    <w:rsid w:val="00832521"/>
    <w:rsid w:val="00841425"/>
    <w:rsid w:val="008449B3"/>
    <w:rsid w:val="00846185"/>
    <w:rsid w:val="00850A8B"/>
    <w:rsid w:val="0085747A"/>
    <w:rsid w:val="00884922"/>
    <w:rsid w:val="00885F64"/>
    <w:rsid w:val="008917F9"/>
    <w:rsid w:val="008A45F7"/>
    <w:rsid w:val="008B11D3"/>
    <w:rsid w:val="008C0CC0"/>
    <w:rsid w:val="008C19A9"/>
    <w:rsid w:val="008C379D"/>
    <w:rsid w:val="008C5147"/>
    <w:rsid w:val="008C5359"/>
    <w:rsid w:val="008C5363"/>
    <w:rsid w:val="008C5E43"/>
    <w:rsid w:val="008D3DFB"/>
    <w:rsid w:val="008E64F4"/>
    <w:rsid w:val="008F12C9"/>
    <w:rsid w:val="008F6E29"/>
    <w:rsid w:val="00916188"/>
    <w:rsid w:val="009217C2"/>
    <w:rsid w:val="00923D7D"/>
    <w:rsid w:val="00945753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B8C"/>
    <w:rsid w:val="00A155EE"/>
    <w:rsid w:val="00A2245B"/>
    <w:rsid w:val="00A2429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754"/>
    <w:rsid w:val="00AE1160"/>
    <w:rsid w:val="00AE203C"/>
    <w:rsid w:val="00AE2E74"/>
    <w:rsid w:val="00AE5FCB"/>
    <w:rsid w:val="00AF2C1E"/>
    <w:rsid w:val="00B038C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3A2"/>
    <w:rsid w:val="00C058B4"/>
    <w:rsid w:val="00C05F44"/>
    <w:rsid w:val="00C131B5"/>
    <w:rsid w:val="00C152EC"/>
    <w:rsid w:val="00C16ABF"/>
    <w:rsid w:val="00C170AE"/>
    <w:rsid w:val="00C26CB7"/>
    <w:rsid w:val="00C324C1"/>
    <w:rsid w:val="00C36992"/>
    <w:rsid w:val="00C4076E"/>
    <w:rsid w:val="00C56036"/>
    <w:rsid w:val="00C61DC5"/>
    <w:rsid w:val="00C67E92"/>
    <w:rsid w:val="00C70A26"/>
    <w:rsid w:val="00C766DF"/>
    <w:rsid w:val="00C94B98"/>
    <w:rsid w:val="00CA2B96"/>
    <w:rsid w:val="00CA5089"/>
    <w:rsid w:val="00CA5117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8E8"/>
    <w:rsid w:val="00DE4A14"/>
    <w:rsid w:val="00DF320D"/>
    <w:rsid w:val="00DF71C8"/>
    <w:rsid w:val="00E05887"/>
    <w:rsid w:val="00E129B8"/>
    <w:rsid w:val="00E21E7D"/>
    <w:rsid w:val="00E22FBC"/>
    <w:rsid w:val="00E24BF5"/>
    <w:rsid w:val="00E25338"/>
    <w:rsid w:val="00E34260"/>
    <w:rsid w:val="00E51E44"/>
    <w:rsid w:val="00E63348"/>
    <w:rsid w:val="00E75A0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1E"/>
    <w:rsid w:val="00F17567"/>
    <w:rsid w:val="00F27A7B"/>
    <w:rsid w:val="00F526AF"/>
    <w:rsid w:val="00F617C3"/>
    <w:rsid w:val="00F7066B"/>
    <w:rsid w:val="00F82BA6"/>
    <w:rsid w:val="00F83B28"/>
    <w:rsid w:val="00FA46E5"/>
    <w:rsid w:val="00FB7DBA"/>
    <w:rsid w:val="00FC1C25"/>
    <w:rsid w:val="00FC3F45"/>
    <w:rsid w:val="00FD503F"/>
    <w:rsid w:val="00FD7589"/>
    <w:rsid w:val="00FE559E"/>
    <w:rsid w:val="00FE5CC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33952-1CBB-482C-A4C9-A0A0DC54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775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2019-12-13T09:36:00Z</cp:lastPrinted>
  <dcterms:created xsi:type="dcterms:W3CDTF">2019-11-18T13:00:00Z</dcterms:created>
  <dcterms:modified xsi:type="dcterms:W3CDTF">2021-10-05T06:52:00Z</dcterms:modified>
</cp:coreProperties>
</file>